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E68F" w14:textId="77777777" w:rsidR="000211CC" w:rsidRDefault="001F0797" w:rsidP="000211CC">
      <w:pPr>
        <w:spacing w:line="240" w:lineRule="auto"/>
        <w:jc w:val="right"/>
        <w:rPr>
          <w:rFonts w:ascii="Corbel" w:hAnsi="Corbel"/>
          <w:bCs/>
          <w:i/>
        </w:rPr>
      </w:pPr>
      <w:r w:rsidRPr="0ED7EF8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11CC">
        <w:rPr>
          <w:rFonts w:ascii="Corbel" w:hAnsi="Corbel"/>
          <w:bCs/>
          <w:i/>
        </w:rPr>
        <w:t>Załącznik nr 1.5 do Zarządzenia Rektora UR nr 7/2023</w:t>
      </w:r>
    </w:p>
    <w:p w14:paraId="50B9F615" w14:textId="77777777" w:rsidR="000211CC" w:rsidRDefault="000211CC" w:rsidP="00021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9226078" w14:textId="7EA6FD92" w:rsidR="000211CC" w:rsidRDefault="000211CC" w:rsidP="000211C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873BAC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873BAC">
        <w:rPr>
          <w:rFonts w:ascii="Corbel" w:hAnsi="Corbel"/>
          <w:b/>
          <w:smallCaps/>
          <w:sz w:val="24"/>
          <w:szCs w:val="24"/>
        </w:rPr>
        <w:t>8</w:t>
      </w:r>
    </w:p>
    <w:p w14:paraId="06DB9119" w14:textId="77777777" w:rsidR="000211CC" w:rsidRDefault="000211CC" w:rsidP="000211C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30CE52C" w14:textId="1E6AC123" w:rsidR="000211CC" w:rsidRPr="000211CC" w:rsidRDefault="000211CC" w:rsidP="000211CC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0211CC">
        <w:rPr>
          <w:rFonts w:ascii="Corbel" w:hAnsi="Corbel"/>
          <w:sz w:val="20"/>
          <w:szCs w:val="20"/>
        </w:rPr>
        <w:t>Rok akademicki 202</w:t>
      </w:r>
      <w:r w:rsidR="00873BAC">
        <w:rPr>
          <w:rFonts w:ascii="Corbel" w:hAnsi="Corbel"/>
          <w:sz w:val="20"/>
          <w:szCs w:val="20"/>
        </w:rPr>
        <w:t>6</w:t>
      </w:r>
      <w:r w:rsidRPr="000211CC">
        <w:rPr>
          <w:rFonts w:ascii="Corbel" w:hAnsi="Corbel"/>
          <w:sz w:val="20"/>
          <w:szCs w:val="20"/>
        </w:rPr>
        <w:t>/202</w:t>
      </w:r>
      <w:r w:rsidR="00873BAC">
        <w:rPr>
          <w:rFonts w:ascii="Corbel" w:hAnsi="Corbel"/>
          <w:sz w:val="20"/>
          <w:szCs w:val="20"/>
        </w:rPr>
        <w:t>7</w:t>
      </w:r>
    </w:p>
    <w:p w14:paraId="0C6E7FD4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F0797" w:rsidRPr="009C54AE" w14:paraId="5CB6C1AB" w14:textId="77777777" w:rsidTr="00873BAC">
        <w:tc>
          <w:tcPr>
            <w:tcW w:w="2694" w:type="dxa"/>
            <w:vAlign w:val="center"/>
          </w:tcPr>
          <w:p w14:paraId="59701564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870863" w14:textId="77777777" w:rsidR="001F0797" w:rsidRPr="009C54AE" w:rsidRDefault="001F0797" w:rsidP="217E821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17E8216">
              <w:rPr>
                <w:rFonts w:ascii="Corbel" w:hAnsi="Corbel"/>
                <w:bCs/>
                <w:sz w:val="24"/>
                <w:szCs w:val="24"/>
              </w:rPr>
              <w:t>Religie współczesnego świata</w:t>
            </w:r>
          </w:p>
        </w:tc>
      </w:tr>
      <w:tr w:rsidR="001F0797" w:rsidRPr="009C54AE" w14:paraId="761B3C87" w14:textId="77777777" w:rsidTr="00873BAC">
        <w:tc>
          <w:tcPr>
            <w:tcW w:w="2694" w:type="dxa"/>
            <w:vAlign w:val="center"/>
          </w:tcPr>
          <w:p w14:paraId="4CA29152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1708E5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MK_21</w:t>
            </w:r>
          </w:p>
        </w:tc>
      </w:tr>
      <w:tr w:rsidR="00873BAC" w:rsidRPr="009C54AE" w14:paraId="5C0172EC" w14:textId="77777777" w:rsidTr="00873BAC">
        <w:tc>
          <w:tcPr>
            <w:tcW w:w="2694" w:type="dxa"/>
            <w:vAlign w:val="center"/>
          </w:tcPr>
          <w:p w14:paraId="249A5C16" w14:textId="77777777" w:rsidR="00873BAC" w:rsidRPr="00B70A97" w:rsidRDefault="00873BAC" w:rsidP="00873BA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E3E3000" w14:textId="175CB992" w:rsidR="00873BAC" w:rsidRPr="00873BAC" w:rsidRDefault="00873BAC" w:rsidP="00873B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3BAC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873BAC" w:rsidRPr="009C54AE" w14:paraId="4FEDF307" w14:textId="77777777" w:rsidTr="00873BAC">
        <w:tc>
          <w:tcPr>
            <w:tcW w:w="2694" w:type="dxa"/>
            <w:vAlign w:val="center"/>
          </w:tcPr>
          <w:p w14:paraId="0A39E105" w14:textId="77777777" w:rsidR="00873BAC" w:rsidRPr="00B70A97" w:rsidRDefault="00873BAC" w:rsidP="00873B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6D04B35F" w:rsidR="00873BAC" w:rsidRPr="00873BAC" w:rsidRDefault="00873BAC" w:rsidP="00873B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3BAC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1F0797" w:rsidRPr="009C54AE" w14:paraId="58415E7B" w14:textId="77777777" w:rsidTr="00873BAC">
        <w:tc>
          <w:tcPr>
            <w:tcW w:w="2694" w:type="dxa"/>
            <w:vAlign w:val="center"/>
          </w:tcPr>
          <w:p w14:paraId="4B835047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1F0797" w:rsidRPr="009C54AE" w:rsidRDefault="001F07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1F0797" w:rsidRPr="009C54AE" w14:paraId="2334054F" w14:textId="77777777" w:rsidTr="00873BAC">
        <w:tc>
          <w:tcPr>
            <w:tcW w:w="2694" w:type="dxa"/>
            <w:vAlign w:val="center"/>
          </w:tcPr>
          <w:p w14:paraId="448A1CED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B687EC" w14:textId="77777777" w:rsidR="001F0797" w:rsidRPr="009C54AE" w:rsidRDefault="001F07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1F0797" w:rsidRPr="009C54AE" w14:paraId="020B26A7" w14:textId="77777777" w:rsidTr="00873BAC">
        <w:tc>
          <w:tcPr>
            <w:tcW w:w="2694" w:type="dxa"/>
            <w:vAlign w:val="center"/>
          </w:tcPr>
          <w:p w14:paraId="04C0481C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F0797" w:rsidRPr="009C54AE" w14:paraId="0132ED40" w14:textId="77777777" w:rsidTr="00873BAC">
        <w:tc>
          <w:tcPr>
            <w:tcW w:w="2694" w:type="dxa"/>
            <w:vAlign w:val="center"/>
          </w:tcPr>
          <w:p w14:paraId="7C3992E0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1F0797" w:rsidRPr="009C54AE" w:rsidRDefault="00BD69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D413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F0797" w:rsidRPr="009C54AE" w14:paraId="020E494C" w14:textId="77777777" w:rsidTr="00873BAC">
        <w:tc>
          <w:tcPr>
            <w:tcW w:w="2694" w:type="dxa"/>
            <w:vAlign w:val="center"/>
          </w:tcPr>
          <w:p w14:paraId="47AAF248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6F5616" w14:textId="773EB1CC" w:rsidR="001F0797" w:rsidRPr="009C54AE" w:rsidRDefault="001F0797" w:rsidP="08F4D6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8F4D646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4748DF5F" w:rsidRPr="08F4D6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8F4D6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286402EA" w:rsidRPr="08F4D64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8F4D646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1F0797" w:rsidRPr="009C54AE" w14:paraId="480733A6" w14:textId="77777777" w:rsidTr="00873BAC">
        <w:tc>
          <w:tcPr>
            <w:tcW w:w="2694" w:type="dxa"/>
            <w:vAlign w:val="center"/>
          </w:tcPr>
          <w:p w14:paraId="5863A118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22420F08" w:rsidR="001F0797" w:rsidRPr="009C54AE" w:rsidRDefault="001F0797" w:rsidP="08F4D6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8F4D646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1F0797" w:rsidRPr="009C54AE" w14:paraId="2786482B" w14:textId="77777777" w:rsidTr="00873BAC">
        <w:tc>
          <w:tcPr>
            <w:tcW w:w="2694" w:type="dxa"/>
            <w:vAlign w:val="center"/>
          </w:tcPr>
          <w:p w14:paraId="13A990D4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F0797" w:rsidRPr="009C54AE" w:rsidRDefault="001F07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F0797" w:rsidRPr="009C54AE" w14:paraId="6E7E6546" w14:textId="77777777" w:rsidTr="00873BAC">
        <w:tc>
          <w:tcPr>
            <w:tcW w:w="2694" w:type="dxa"/>
            <w:vAlign w:val="center"/>
          </w:tcPr>
          <w:p w14:paraId="69C2AF6E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D6BAA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1F0797" w:rsidRPr="009C54AE" w14:paraId="726E33C9" w14:textId="77777777" w:rsidTr="00873BAC">
        <w:tc>
          <w:tcPr>
            <w:tcW w:w="2694" w:type="dxa"/>
            <w:vAlign w:val="center"/>
          </w:tcPr>
          <w:p w14:paraId="471FE442" w14:textId="77777777" w:rsidR="001F0797" w:rsidRPr="00B70A97" w:rsidRDefault="001F079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70A9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6BFEA2" w14:textId="77777777" w:rsidR="001F0797" w:rsidRPr="009C54AE" w:rsidRDefault="00BD41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57A64E18" w14:textId="77777777" w:rsidR="001F0797" w:rsidRPr="009C54AE" w:rsidRDefault="001F0797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1F0797" w:rsidRPr="009C54AE" w:rsidRDefault="001F0797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1F0797" w:rsidRPr="009C54AE" w:rsidRDefault="001F0797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1F0797" w:rsidRPr="009C54AE" w:rsidRDefault="001F0797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930"/>
        <w:gridCol w:w="837"/>
        <w:gridCol w:w="975"/>
        <w:gridCol w:w="720"/>
        <w:gridCol w:w="795"/>
        <w:gridCol w:w="604"/>
        <w:gridCol w:w="948"/>
        <w:gridCol w:w="1189"/>
        <w:gridCol w:w="1505"/>
      </w:tblGrid>
      <w:tr w:rsidR="001F0797" w:rsidRPr="009C54AE" w14:paraId="4A00F406" w14:textId="77777777" w:rsidTr="217E8216">
        <w:tc>
          <w:tcPr>
            <w:tcW w:w="1125" w:type="dxa"/>
          </w:tcPr>
          <w:p w14:paraId="493A0CA5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4C63F33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30" w:type="dxa"/>
            <w:vAlign w:val="center"/>
          </w:tcPr>
          <w:p w14:paraId="3860AB22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37" w:type="dxa"/>
            <w:vAlign w:val="center"/>
          </w:tcPr>
          <w:p w14:paraId="646F369B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975" w:type="dxa"/>
            <w:vAlign w:val="center"/>
          </w:tcPr>
          <w:p w14:paraId="409DDADA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20" w:type="dxa"/>
            <w:vAlign w:val="center"/>
          </w:tcPr>
          <w:p w14:paraId="0AB6E05A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5" w:type="dxa"/>
            <w:vAlign w:val="center"/>
          </w:tcPr>
          <w:p w14:paraId="0B273B9D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604" w:type="dxa"/>
            <w:vAlign w:val="center"/>
          </w:tcPr>
          <w:p w14:paraId="63A8E3D2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69FA399F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B70A9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B70A9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5B5B1B43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70A9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7474E17E" w14:textId="77777777" w:rsidR="001F0797" w:rsidRPr="00B70A97" w:rsidRDefault="001F079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70A9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1F0797" w:rsidRPr="009C54AE" w14:paraId="63C69E3F" w14:textId="77777777" w:rsidTr="217E8216">
        <w:trPr>
          <w:trHeight w:val="453"/>
        </w:trPr>
        <w:tc>
          <w:tcPr>
            <w:tcW w:w="1125" w:type="dxa"/>
          </w:tcPr>
          <w:p w14:paraId="13FABD8D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30" w:type="dxa"/>
            <w:vAlign w:val="center"/>
          </w:tcPr>
          <w:p w14:paraId="5007C906" w14:textId="77777777" w:rsidR="001F0797" w:rsidRPr="009C54AE" w:rsidRDefault="00BD69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413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37" w:type="dxa"/>
            <w:vAlign w:val="center"/>
          </w:tcPr>
          <w:p w14:paraId="02EB378F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6A05A809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A39BBE3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14:paraId="41C8F396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4" w:type="dxa"/>
            <w:vAlign w:val="center"/>
          </w:tcPr>
          <w:p w14:paraId="72A3D3EC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D0B940D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0E27B00A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5FCD5EC4" w14:textId="77777777" w:rsidR="001F0797" w:rsidRPr="009C54AE" w:rsidRDefault="001F07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BEF00" w14:textId="77777777" w:rsidR="001F0797" w:rsidRPr="009C54AE" w:rsidRDefault="001F0797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1F0797" w:rsidRPr="009C54AE" w:rsidRDefault="001F079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072BD85F" w:rsidR="001F0797" w:rsidRPr="009C54AE" w:rsidRDefault="22FFF4D3" w:rsidP="217E821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7E8216">
        <w:rPr>
          <w:rFonts w:ascii="MS Gothic" w:eastAsia="MS Gothic" w:hAnsi="MS Gothic" w:cs="MS Gothic"/>
          <w:b w:val="0"/>
        </w:rPr>
        <w:t xml:space="preserve"> </w:t>
      </w:r>
      <w:r w:rsidR="001F0797" w:rsidRPr="217E8216">
        <w:rPr>
          <w:rFonts w:ascii="MS Gothic" w:eastAsia="MS Gothic" w:hAnsi="MS Gothic" w:cs="MS Gothic"/>
          <w:b w:val="0"/>
        </w:rPr>
        <w:t>x</w:t>
      </w:r>
      <w:r w:rsidR="001F0797" w:rsidRPr="217E8216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1F0797" w:rsidRPr="009C54AE" w:rsidRDefault="001F079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F3D010C" w:rsidR="001F0797" w:rsidRPr="009C54AE" w:rsidRDefault="001F0797" w:rsidP="0ED7EF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ED7EF86">
        <w:rPr>
          <w:rFonts w:ascii="Corbel" w:hAnsi="Corbel"/>
          <w:smallCaps w:val="0"/>
        </w:rPr>
        <w:t xml:space="preserve">1.3 </w:t>
      </w:r>
      <w:r>
        <w:tab/>
      </w:r>
      <w:r w:rsidRPr="0ED7EF86">
        <w:rPr>
          <w:rFonts w:ascii="Corbel" w:hAnsi="Corbel"/>
          <w:smallCaps w:val="0"/>
        </w:rPr>
        <w:t xml:space="preserve">Forma zaliczenia przedmiotu (z toku) </w:t>
      </w:r>
      <w:r w:rsidRPr="0ED7EF86">
        <w:rPr>
          <w:rFonts w:ascii="Corbel" w:hAnsi="Corbel"/>
          <w:b w:val="0"/>
          <w:smallCaps w:val="0"/>
        </w:rPr>
        <w:t>(egzamin, zaliczenie z oceną, zaliczenie bez oceny)</w:t>
      </w:r>
    </w:p>
    <w:p w14:paraId="543CA6E7" w14:textId="77777777" w:rsidR="001F0797" w:rsidRDefault="00BD41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F2D8B6" w14:textId="77777777" w:rsidR="001F0797" w:rsidRDefault="001F07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1F0797" w:rsidRPr="009C54AE" w:rsidRDefault="001F0797" w:rsidP="08F4D646">
      <w:pPr>
        <w:pStyle w:val="Punktygwne"/>
        <w:spacing w:before="0" w:after="0"/>
        <w:rPr>
          <w:rFonts w:ascii="Corbel" w:hAnsi="Corbel"/>
        </w:rPr>
      </w:pPr>
      <w:r w:rsidRPr="08F4D646">
        <w:rPr>
          <w:rFonts w:ascii="Corbel" w:hAnsi="Corbel"/>
        </w:rPr>
        <w:t xml:space="preserve">2.Wymagania wstępne </w:t>
      </w:r>
    </w:p>
    <w:p w14:paraId="5121665A" w14:textId="6157D27E" w:rsidR="08F4D646" w:rsidRDefault="08F4D646" w:rsidP="08F4D64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6DD1B76A" w14:textId="77777777" w:rsidTr="217E8216">
        <w:tc>
          <w:tcPr>
            <w:tcW w:w="9670" w:type="dxa"/>
          </w:tcPr>
          <w:p w14:paraId="0FB78278" w14:textId="444ED030" w:rsidR="001F0797" w:rsidRPr="009C54AE" w:rsidRDefault="001F0797" w:rsidP="217E82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217E8216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1FC39945" w14:textId="77777777" w:rsidR="001F0797" w:rsidRDefault="001F07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421844" w14:textId="1CAA3A24" w:rsidR="217E8216" w:rsidRDefault="217E8216" w:rsidP="217E8216">
      <w:pPr>
        <w:pStyle w:val="Punktygwne"/>
        <w:spacing w:before="0" w:after="0"/>
        <w:rPr>
          <w:rFonts w:ascii="Corbel" w:hAnsi="Corbel"/>
        </w:rPr>
      </w:pPr>
    </w:p>
    <w:p w14:paraId="7DB6D4EE" w14:textId="0E5BA856" w:rsidR="001F0797" w:rsidRPr="00C05F44" w:rsidRDefault="001F0797" w:rsidP="0ED7EF86">
      <w:pPr>
        <w:pStyle w:val="Punktygwne"/>
        <w:spacing w:before="0" w:after="0"/>
        <w:rPr>
          <w:rFonts w:ascii="Corbel" w:hAnsi="Corbel"/>
        </w:rPr>
      </w:pPr>
      <w:r w:rsidRPr="0ED7EF86">
        <w:rPr>
          <w:rFonts w:ascii="Corbel" w:hAnsi="Corbel"/>
        </w:rPr>
        <w:t>3. cele, efekty uczenia się, treści Programowe i stosowane metody Dydaktyczne</w:t>
      </w:r>
    </w:p>
    <w:p w14:paraId="0562CB0E" w14:textId="77777777" w:rsidR="001F0797" w:rsidRPr="00C05F44" w:rsidRDefault="001F07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1F0797" w:rsidRDefault="001F0797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CE0A41" w14:textId="77777777" w:rsidR="001F0797" w:rsidRPr="009C54AE" w:rsidRDefault="001F079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1F0797" w:rsidRPr="009C54AE" w14:paraId="21D254C9" w14:textId="77777777" w:rsidTr="0ED7EF86">
        <w:tc>
          <w:tcPr>
            <w:tcW w:w="851" w:type="dxa"/>
            <w:vAlign w:val="center"/>
          </w:tcPr>
          <w:p w14:paraId="5372B5A4" w14:textId="77777777" w:rsidR="001F0797" w:rsidRPr="00B70A97" w:rsidRDefault="001F07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0A9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2733BF" w14:textId="77777777" w:rsidR="001F0797" w:rsidRPr="001E303E" w:rsidRDefault="001F0797" w:rsidP="001E30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roli religii we współczesnych stosunkach społecznych i politycznych oraz wynikających z tego konsekwencji dla współczesnych stosunków międzynarodowych</w:t>
            </w:r>
            <w:r w:rsidRPr="001E30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F0797" w:rsidRPr="009C54AE" w14:paraId="252C041F" w14:textId="77777777" w:rsidTr="0ED7EF86">
        <w:tc>
          <w:tcPr>
            <w:tcW w:w="851" w:type="dxa"/>
            <w:vAlign w:val="center"/>
          </w:tcPr>
          <w:p w14:paraId="550CF7E8" w14:textId="77777777" w:rsidR="001F0797" w:rsidRPr="00B70A97" w:rsidRDefault="001F07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BB9BA7" w14:textId="77777777" w:rsidR="001F0797" w:rsidRPr="00B70A97" w:rsidRDefault="001F0797" w:rsidP="001E30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E303E">
              <w:rPr>
                <w:rFonts w:ascii="Corbel" w:hAnsi="Corbel"/>
                <w:b w:val="0"/>
                <w:sz w:val="24"/>
                <w:szCs w:val="24"/>
              </w:rPr>
              <w:t>Zapoznanie studentów ze specyfiką poszczególnych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03E">
              <w:rPr>
                <w:rFonts w:ascii="Corbel" w:hAnsi="Corbel"/>
                <w:b w:val="0"/>
                <w:sz w:val="24"/>
                <w:szCs w:val="24"/>
              </w:rPr>
              <w:t>systemów religijnych</w:t>
            </w:r>
          </w:p>
        </w:tc>
      </w:tr>
      <w:tr w:rsidR="001F0797" w:rsidRPr="009C54AE" w14:paraId="04E53DD1" w14:textId="77777777" w:rsidTr="0ED7EF86">
        <w:tc>
          <w:tcPr>
            <w:tcW w:w="851" w:type="dxa"/>
            <w:vAlign w:val="center"/>
          </w:tcPr>
          <w:p w14:paraId="53C0B3C4" w14:textId="77777777" w:rsidR="001F0797" w:rsidRPr="00B70A97" w:rsidRDefault="001F07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DFBAFA" w14:textId="77777777" w:rsidR="001F0797" w:rsidRPr="001E303E" w:rsidRDefault="001F0797" w:rsidP="001E30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E303E">
              <w:rPr>
                <w:rFonts w:ascii="Corbel" w:hAnsi="Corbel"/>
                <w:b w:val="0"/>
                <w:sz w:val="24"/>
                <w:szCs w:val="24"/>
              </w:rPr>
              <w:t>Zapoznanie studentów z religią jako zjawiskiem społeczno-kulturowym oraz jej</w:t>
            </w:r>
          </w:p>
          <w:p w14:paraId="2F249CA6" w14:textId="77777777" w:rsidR="001F0797" w:rsidRPr="001E303E" w:rsidRDefault="001F0797" w:rsidP="001E30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związkami</w:t>
            </w:r>
            <w:r w:rsidRPr="001E303E">
              <w:rPr>
                <w:rFonts w:ascii="Corbel" w:hAnsi="Corbel"/>
                <w:b w:val="0"/>
                <w:sz w:val="24"/>
                <w:szCs w:val="24"/>
              </w:rPr>
              <w:t xml:space="preserve"> z nowoczesnością (procesy modernizacyjne, globalizacyjne a odrodzenie</w:t>
            </w:r>
          </w:p>
          <w:p w14:paraId="62EBF3C5" w14:textId="57B082F8" w:rsidR="001F0797" w:rsidRPr="00B70A97" w:rsidRDefault="001F0797" w:rsidP="0ED7EF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ED7EF86">
              <w:rPr>
                <w:rFonts w:ascii="Corbel" w:hAnsi="Corbel"/>
                <w:b w:val="0"/>
                <w:sz w:val="24"/>
                <w:szCs w:val="24"/>
              </w:rPr>
              <w:t>religijne i fundamentalizm).</w:t>
            </w:r>
          </w:p>
        </w:tc>
      </w:tr>
    </w:tbl>
    <w:p w14:paraId="6D98A12B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F0797" w:rsidRPr="009C54AE" w:rsidRDefault="001F079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946DB82" w14:textId="77777777" w:rsidR="001F0797" w:rsidRPr="009C54AE" w:rsidRDefault="001F079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9"/>
        <w:gridCol w:w="5976"/>
        <w:gridCol w:w="1865"/>
      </w:tblGrid>
      <w:tr w:rsidR="001F0797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1F0797" w:rsidRPr="009C54AE" w:rsidRDefault="001F079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1F0797" w:rsidRPr="009C54AE" w:rsidRDefault="001F079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0797" w:rsidRPr="009C54AE" w14:paraId="41BD2D36" w14:textId="77777777" w:rsidTr="005E6E85">
        <w:tc>
          <w:tcPr>
            <w:tcW w:w="1701" w:type="dxa"/>
          </w:tcPr>
          <w:p w14:paraId="4FCA5964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C5C744C" w14:textId="77777777" w:rsidR="001F0797" w:rsidRPr="00B25496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496">
              <w:rPr>
                <w:rFonts w:ascii="Corbel" w:hAnsi="Corbel"/>
                <w:b w:val="0"/>
                <w:smallCaps w:val="0"/>
                <w:szCs w:val="24"/>
              </w:rPr>
              <w:t>student zna cechy charakterystyczne odnoszące się do poszczególnych systemów religijnych</w:t>
            </w:r>
          </w:p>
        </w:tc>
        <w:tc>
          <w:tcPr>
            <w:tcW w:w="1873" w:type="dxa"/>
          </w:tcPr>
          <w:p w14:paraId="46AD0D2F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1F0797" w:rsidRPr="009C54AE" w14:paraId="33DE2B2B" w14:textId="77777777" w:rsidTr="005E6E85">
        <w:tc>
          <w:tcPr>
            <w:tcW w:w="1701" w:type="dxa"/>
          </w:tcPr>
          <w:p w14:paraId="56A76B19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57FB3F" w14:textId="77777777" w:rsidR="001F0797" w:rsidRPr="00B25496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496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dokonać analizy porównawczej wybranych systemów religijnych</w:t>
            </w:r>
          </w:p>
        </w:tc>
        <w:tc>
          <w:tcPr>
            <w:tcW w:w="1873" w:type="dxa"/>
          </w:tcPr>
          <w:p w14:paraId="504907E4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1F0797" w:rsidRPr="009C54AE" w14:paraId="0E18F68D" w14:textId="77777777" w:rsidTr="005E6E85">
        <w:tc>
          <w:tcPr>
            <w:tcW w:w="1701" w:type="dxa"/>
          </w:tcPr>
          <w:p w14:paraId="41960800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987E5F" w14:textId="77777777" w:rsidR="001F0797" w:rsidRPr="00B25496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496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wskazać rolę religii w funkcjonowaniu społeczeństw, polityce oraz stosunkach międzynarodowych</w:t>
            </w:r>
          </w:p>
        </w:tc>
        <w:tc>
          <w:tcPr>
            <w:tcW w:w="1873" w:type="dxa"/>
          </w:tcPr>
          <w:p w14:paraId="65EEA699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14:paraId="5997CC1D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1F0797" w:rsidRPr="009C54AE" w:rsidRDefault="001F079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1F0797" w:rsidRPr="009C54AE" w:rsidRDefault="001F079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17E821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587EA2A8" w14:textId="77777777" w:rsidTr="00923D7D">
        <w:tc>
          <w:tcPr>
            <w:tcW w:w="9639" w:type="dxa"/>
          </w:tcPr>
          <w:p w14:paraId="35113026" w14:textId="77777777" w:rsidR="001F0797" w:rsidRPr="009C54AE" w:rsidRDefault="001F079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413A" w:rsidRPr="009C54AE" w14:paraId="4565D015" w14:textId="77777777" w:rsidTr="00923D7D">
        <w:tc>
          <w:tcPr>
            <w:tcW w:w="9639" w:type="dxa"/>
          </w:tcPr>
          <w:p w14:paraId="3E902BEC" w14:textId="77777777" w:rsidR="00BD413A" w:rsidRPr="009C54AE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wprowadzające podstawowe terminy i definicje związane z przedmiotem. Definicja i geneza religii, typologia religii, jej geografia, religia jako podstawa wielkich cywilizacji-podział wg S. Huntingtona, religia a tożsamość jednostki i narodu. Religia i Bóg w XXI wieku</w:t>
            </w:r>
          </w:p>
        </w:tc>
      </w:tr>
      <w:tr w:rsidR="00BD413A" w:rsidRPr="009C54AE" w14:paraId="6B1B78FA" w14:textId="77777777" w:rsidTr="00923D7D">
        <w:tc>
          <w:tcPr>
            <w:tcW w:w="9639" w:type="dxa"/>
          </w:tcPr>
          <w:p w14:paraId="52DC1EC9" w14:textId="77777777" w:rsidR="00BD413A" w:rsidRPr="00C57506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Judaizm-</w:t>
            </w:r>
            <w: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judaizm i nowoczesność (antysemityzm, syjonizm),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religia i konflikt palestyński: problem pokoju na Bliskim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Wschodzie</w:t>
            </w:r>
          </w:p>
        </w:tc>
      </w:tr>
      <w:tr w:rsidR="00BD413A" w:rsidRPr="009C54AE" w14:paraId="2089B7BE" w14:textId="77777777" w:rsidTr="00923D7D">
        <w:tc>
          <w:tcPr>
            <w:tcW w:w="9639" w:type="dxa"/>
          </w:tcPr>
          <w:p w14:paraId="14FB2BB0" w14:textId="77777777" w:rsidR="00BD413A" w:rsidRPr="00C57506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Chrześcijaństwo: protestantyzm, prawosławie, katolicyzm. Cywilizacja europejska/zachodnia.</w:t>
            </w:r>
            <w:r>
              <w:t xml:space="preserve"> </w:t>
            </w:r>
            <w:r w:rsidRPr="00C57506">
              <w:rPr>
                <w:rFonts w:ascii="Corbel" w:hAnsi="Corbel"/>
                <w:sz w:val="24"/>
                <w:szCs w:val="24"/>
              </w:rPr>
              <w:t>Kwestia tzw. zachodnich wartości uniwersalnych</w:t>
            </w:r>
          </w:p>
        </w:tc>
      </w:tr>
      <w:tr w:rsidR="00BD413A" w:rsidRPr="009C54AE" w14:paraId="0B13385D" w14:textId="77777777" w:rsidTr="00923D7D">
        <w:tc>
          <w:tcPr>
            <w:tcW w:w="9639" w:type="dxa"/>
          </w:tcPr>
          <w:p w14:paraId="4CDB1C74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Islam- podstawowe informacje, odłamy islamu, świat muzułmański, islam a polityka, muzułmanie w Europie</w:t>
            </w:r>
          </w:p>
        </w:tc>
      </w:tr>
      <w:tr w:rsidR="00BD413A" w:rsidRPr="009C54AE" w14:paraId="6071D8B3" w14:textId="77777777" w:rsidTr="00923D7D">
        <w:tc>
          <w:tcPr>
            <w:tcW w:w="9639" w:type="dxa"/>
          </w:tcPr>
          <w:p w14:paraId="7F232867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Hinduizm, sikhizm: podstawowe informacje, rola hinduizmu we współczesnych Indiach</w:t>
            </w:r>
          </w:p>
        </w:tc>
      </w:tr>
      <w:tr w:rsidR="00BD413A" w:rsidRPr="009C54AE" w14:paraId="0545AFD2" w14:textId="77777777" w:rsidTr="00923D7D">
        <w:tc>
          <w:tcPr>
            <w:tcW w:w="9639" w:type="dxa"/>
          </w:tcPr>
          <w:p w14:paraId="3F62A17E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Taoizm, shinto-japońska synteza religii Wschodu</w:t>
            </w:r>
          </w:p>
        </w:tc>
      </w:tr>
      <w:tr w:rsidR="00BD413A" w:rsidRPr="009C54AE" w14:paraId="23AC2EAE" w14:textId="77777777" w:rsidTr="00923D7D">
        <w:tc>
          <w:tcPr>
            <w:tcW w:w="9639" w:type="dxa"/>
          </w:tcPr>
          <w:p w14:paraId="289063FF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Konfucjanizm jako podstawa cywilizacji chińskiej, jego rola w systemie społecznym i politycznym Chin</w:t>
            </w:r>
          </w:p>
        </w:tc>
      </w:tr>
      <w:tr w:rsidR="00BD413A" w:rsidRPr="009C54AE" w14:paraId="5638EC7C" w14:textId="77777777" w:rsidTr="00923D7D">
        <w:tc>
          <w:tcPr>
            <w:tcW w:w="9639" w:type="dxa"/>
          </w:tcPr>
          <w:p w14:paraId="0617E43D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Buddyzm- religia bez boga?</w:t>
            </w:r>
          </w:p>
        </w:tc>
      </w:tr>
      <w:tr w:rsidR="00BD413A" w:rsidRPr="009C54AE" w14:paraId="5AA2BC84" w14:textId="77777777" w:rsidTr="00923D7D">
        <w:tc>
          <w:tcPr>
            <w:tcW w:w="9639" w:type="dxa"/>
          </w:tcPr>
          <w:p w14:paraId="55A55A96" w14:textId="77777777" w:rsidR="00BD413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Religie Afryki</w:t>
            </w:r>
          </w:p>
        </w:tc>
      </w:tr>
      <w:tr w:rsidR="00BD413A" w:rsidRPr="009C54AE" w14:paraId="34B58B4C" w14:textId="77777777" w:rsidTr="00923D7D">
        <w:tc>
          <w:tcPr>
            <w:tcW w:w="9639" w:type="dxa"/>
          </w:tcPr>
          <w:p w14:paraId="04EE34DD" w14:textId="77777777" w:rsidR="00BD413A" w:rsidRPr="00E310E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religii we współczesnych stosunkach międzynarodowych, konflikty religijne na świecie, p</w:t>
            </w:r>
            <w:r w:rsidRPr="00E310EA">
              <w:rPr>
                <w:rFonts w:ascii="Corbel" w:hAnsi="Corbel"/>
                <w:sz w:val="24"/>
                <w:szCs w:val="24"/>
              </w:rPr>
              <w:t>rocesy sekularyzacji, instytucjonalizacji, prywatyzacji i deprywatyzacji religii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62B16894" w14:textId="77777777" w:rsidR="00BD413A" w:rsidRPr="00E310EA" w:rsidRDefault="00BD413A" w:rsidP="00BD41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10E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E310EA">
              <w:rPr>
                <w:rFonts w:ascii="Corbel" w:hAnsi="Corbel"/>
                <w:sz w:val="24"/>
                <w:szCs w:val="24"/>
              </w:rPr>
              <w:t>undamentalizm religijny.</w:t>
            </w:r>
          </w:p>
        </w:tc>
      </w:tr>
    </w:tbl>
    <w:p w14:paraId="6B699379" w14:textId="77777777" w:rsidR="001F0797" w:rsidRPr="009C54AE" w:rsidRDefault="001F079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1F0797" w:rsidRPr="009C54AE" w:rsidRDefault="001F0797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17E8216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55225495" w14:textId="77777777" w:rsidTr="217E8216">
        <w:tc>
          <w:tcPr>
            <w:tcW w:w="9639" w:type="dxa"/>
          </w:tcPr>
          <w:p w14:paraId="5D69D229" w14:textId="77777777" w:rsidR="001F0797" w:rsidRPr="009C54AE" w:rsidRDefault="001F079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0797" w:rsidRPr="009C54AE" w14:paraId="1F72F646" w14:textId="77777777" w:rsidTr="217E8216">
        <w:tc>
          <w:tcPr>
            <w:tcW w:w="9639" w:type="dxa"/>
          </w:tcPr>
          <w:p w14:paraId="08CE6F91" w14:textId="0A6502DC" w:rsidR="001F0797" w:rsidRPr="009C54AE" w:rsidRDefault="5A0CF9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17E821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DE523C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E56223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A5ED3" w14:textId="77777777" w:rsidR="001F0797" w:rsidRPr="00153C41" w:rsidRDefault="00BD413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Wykład problemowy, wykład z prezentacją</w:t>
      </w:r>
      <w:r w:rsidR="001F079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7547A01" w14:textId="77777777" w:rsidR="001F0797" w:rsidRDefault="001F07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1F0797" w:rsidRPr="009C54AE" w:rsidRDefault="001F07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537F28F" w14:textId="77777777" w:rsidR="001F0797" w:rsidRPr="009C54AE" w:rsidRDefault="001F079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DFB9E20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1F0797" w:rsidRPr="009C54AE" w14:paraId="5C3740EA" w14:textId="77777777" w:rsidTr="217E8216">
        <w:tc>
          <w:tcPr>
            <w:tcW w:w="1985" w:type="dxa"/>
            <w:vAlign w:val="center"/>
          </w:tcPr>
          <w:p w14:paraId="59C1A4F7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516770F6" w:rsidR="001F0797" w:rsidRPr="009C54AE" w:rsidRDefault="001F0797" w:rsidP="217E82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17E821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DCA88D8" w:rsidRPr="217E821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1F0797" w:rsidRPr="009C54AE" w:rsidRDefault="001F079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0797" w:rsidRPr="009C54AE" w14:paraId="2CF2C360" w14:textId="77777777" w:rsidTr="217E8216">
        <w:tc>
          <w:tcPr>
            <w:tcW w:w="1985" w:type="dxa"/>
          </w:tcPr>
          <w:p w14:paraId="17368564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7D83898" w14:textId="77777777" w:rsidR="001F0797" w:rsidRPr="0070391B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0276226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0797" w:rsidRPr="009C54AE" w14:paraId="620278BD" w14:textId="77777777" w:rsidTr="217E8216">
        <w:tc>
          <w:tcPr>
            <w:tcW w:w="1985" w:type="dxa"/>
          </w:tcPr>
          <w:p w14:paraId="727CF0E4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4AA7B77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31983E7E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0797" w:rsidRPr="009C54AE" w14:paraId="09D8E6D6" w14:textId="77777777" w:rsidTr="217E8216">
        <w:tc>
          <w:tcPr>
            <w:tcW w:w="1985" w:type="dxa"/>
          </w:tcPr>
          <w:p w14:paraId="1D652CBC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8E3EBD4" w14:textId="77777777" w:rsidR="001F0797" w:rsidRPr="009C54AE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0BE2171" w14:textId="77777777" w:rsidR="001F0797" w:rsidRDefault="00BD41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0DF9E56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4E871BC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F0797" w:rsidRPr="009C54AE" w14:paraId="497FC7D8" w14:textId="77777777" w:rsidTr="00923D7D">
        <w:tc>
          <w:tcPr>
            <w:tcW w:w="9670" w:type="dxa"/>
          </w:tcPr>
          <w:p w14:paraId="144A5D23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16A46C" w14:textId="77777777" w:rsidR="001F0797" w:rsidRPr="00D62676" w:rsidRDefault="00BD413A" w:rsidP="001E303E">
            <w:pPr>
              <w:rPr>
                <w:rFonts w:ascii="Corbel" w:hAnsi="Corbel" w:cs="Arial"/>
              </w:rPr>
            </w:pPr>
            <w:r>
              <w:rPr>
                <w:rFonts w:ascii="Corbel" w:hAnsi="Corbel" w:cs="Arial"/>
              </w:rPr>
              <w:t>U</w:t>
            </w:r>
            <w:r w:rsidR="001F0797" w:rsidRPr="00D62676">
              <w:rPr>
                <w:rFonts w:ascii="Corbel" w:hAnsi="Corbel" w:cs="Arial"/>
              </w:rPr>
              <w:t>zyskanie pozytywnych ocen z testu</w:t>
            </w:r>
          </w:p>
          <w:p w14:paraId="4A4E8F34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2577A206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6361DC1E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9DBA88F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6E20EEAA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3.0- 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 do 59% wszystkich punktów</w:t>
            </w:r>
          </w:p>
          <w:p w14:paraId="0C75D029" w14:textId="77777777" w:rsidR="001F0797" w:rsidRPr="00681429" w:rsidRDefault="001F0797" w:rsidP="001E30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2.0 mniej niż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>% wszystkich punktów</w:t>
            </w:r>
          </w:p>
          <w:p w14:paraId="738610EB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7805D2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3F29E8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1F0797" w:rsidRPr="009C54AE" w:rsidRDefault="001F0797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7B4B86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1F0797" w:rsidRPr="009C54AE" w14:paraId="63D9DE79" w14:textId="77777777" w:rsidTr="0ED7EF86">
        <w:tc>
          <w:tcPr>
            <w:tcW w:w="4962" w:type="dxa"/>
            <w:vAlign w:val="center"/>
          </w:tcPr>
          <w:p w14:paraId="4C452BB7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F0797" w:rsidRPr="009C54AE" w14:paraId="7BC2E163" w14:textId="77777777" w:rsidTr="0ED7EF86">
        <w:tc>
          <w:tcPr>
            <w:tcW w:w="4962" w:type="dxa"/>
          </w:tcPr>
          <w:p w14:paraId="1AB692D5" w14:textId="77777777" w:rsidR="001F0797" w:rsidRPr="009C54AE" w:rsidRDefault="001F079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ED7EF86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ED7EF86">
              <w:rPr>
                <w:rFonts w:ascii="Corbel" w:eastAsia="Corbel" w:hAnsi="Corbel" w:cs="Corbel"/>
                <w:sz w:val="24"/>
                <w:szCs w:val="24"/>
              </w:rPr>
              <w:t>z harmonogramu</w:t>
            </w:r>
            <w:r w:rsidRPr="0ED7EF86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72A4FFC0" w14:textId="77777777" w:rsidR="001F0797" w:rsidRPr="009C54AE" w:rsidRDefault="00BD69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F079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F0797" w:rsidRPr="009C54AE" w14:paraId="409F0BAA" w14:textId="77777777" w:rsidTr="0ED7EF86">
        <w:tc>
          <w:tcPr>
            <w:tcW w:w="4962" w:type="dxa"/>
          </w:tcPr>
          <w:p w14:paraId="2750A6CD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F0797" w:rsidRPr="009C54AE" w14:paraId="5274351F" w14:textId="77777777" w:rsidTr="0ED7EF86">
        <w:tc>
          <w:tcPr>
            <w:tcW w:w="4962" w:type="dxa"/>
          </w:tcPr>
          <w:p w14:paraId="7660431A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77777777" w:rsidR="001F0797" w:rsidRPr="009C54AE" w:rsidRDefault="00BD69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  <w:r w:rsidR="001F079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0797" w:rsidRPr="009C54AE" w14:paraId="2B55E3E1" w14:textId="77777777" w:rsidTr="0ED7EF86">
        <w:tc>
          <w:tcPr>
            <w:tcW w:w="4962" w:type="dxa"/>
          </w:tcPr>
          <w:p w14:paraId="3D4B2727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F0797" w:rsidRPr="009C54AE" w:rsidRDefault="00BD41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F079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F0797" w:rsidRPr="009C54AE" w14:paraId="42922784" w14:textId="77777777" w:rsidTr="0ED7EF86">
        <w:tc>
          <w:tcPr>
            <w:tcW w:w="4962" w:type="dxa"/>
          </w:tcPr>
          <w:p w14:paraId="5FD1C35E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1F0797" w:rsidRPr="009C54AE" w:rsidRDefault="001F0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1F0797" w:rsidRPr="009C54AE" w:rsidRDefault="001F0797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0FF5F2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1F0797" w:rsidRPr="009C54AE" w:rsidRDefault="001F0797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1F0797" w:rsidRPr="009C54AE" w14:paraId="146D6691" w14:textId="77777777" w:rsidTr="0ED7EF86">
        <w:trPr>
          <w:trHeight w:val="397"/>
        </w:trPr>
        <w:tc>
          <w:tcPr>
            <w:tcW w:w="3544" w:type="dxa"/>
          </w:tcPr>
          <w:p w14:paraId="55E98D25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829076" w14:textId="09654474" w:rsidR="001F0797" w:rsidRPr="009C54AE" w:rsidRDefault="1FDBC83E" w:rsidP="0ED7E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D7EF8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1F0797" w:rsidRPr="009C54AE" w14:paraId="05EFD703" w14:textId="77777777" w:rsidTr="0ED7EF86">
        <w:trPr>
          <w:trHeight w:val="397"/>
        </w:trPr>
        <w:tc>
          <w:tcPr>
            <w:tcW w:w="3544" w:type="dxa"/>
          </w:tcPr>
          <w:p w14:paraId="7C3ADC5D" w14:textId="77777777" w:rsidR="001F0797" w:rsidRPr="009C54AE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3FFF7333" w:rsidR="001F0797" w:rsidRPr="009C54AE" w:rsidRDefault="4CEB1E8E" w:rsidP="0ED7EF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ED7EF8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1F0797" w:rsidRPr="009C54AE" w:rsidRDefault="001F079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DE4B5B7" w14:textId="77777777" w:rsidR="001F0797" w:rsidRPr="009C54AE" w:rsidRDefault="001F079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1F0797" w:rsidRPr="009C54AE" w14:paraId="7E85AA23" w14:textId="77777777" w:rsidTr="0ED7EF86">
        <w:trPr>
          <w:trHeight w:val="397"/>
        </w:trPr>
        <w:tc>
          <w:tcPr>
            <w:tcW w:w="7513" w:type="dxa"/>
          </w:tcPr>
          <w:p w14:paraId="729C9695" w14:textId="77777777" w:rsidR="001F0797" w:rsidRDefault="001F0797" w:rsidP="0ED7EF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ED7EF86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6204FF1" w14:textId="77777777" w:rsidR="001F0797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9B8108" w14:textId="77777777" w:rsidR="001F0797" w:rsidRDefault="001F0797" w:rsidP="00703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Corm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Religia i polityka w XXI wieku, Warszawa 2007</w:t>
            </w:r>
          </w:p>
          <w:p w14:paraId="204D3033" w14:textId="77777777" w:rsidR="001F0797" w:rsidRDefault="001F0797" w:rsidP="00703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szCs w:val="24"/>
              </w:rPr>
              <w:t>Farrington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Religie i wierzenia świata</w:t>
            </w:r>
            <w:r w:rsidRPr="0070391B">
              <w:rPr>
                <w:rFonts w:ascii="Corbel" w:hAnsi="Corbel"/>
                <w:b w:val="0"/>
                <w:smallCaps w:val="0"/>
                <w:szCs w:val="24"/>
              </w:rPr>
              <w:t>, Poznań 2008</w:t>
            </w:r>
          </w:p>
          <w:p w14:paraId="454CF77C" w14:textId="77777777" w:rsidR="001F0797" w:rsidRPr="0070391B" w:rsidRDefault="001F0797" w:rsidP="007039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S.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szCs w:val="24"/>
              </w:rPr>
              <w:t>Meredit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Religie Świata</w:t>
            </w:r>
            <w:r w:rsidRPr="0070391B">
              <w:rPr>
                <w:rFonts w:ascii="Corbel" w:hAnsi="Corbel"/>
                <w:b w:val="0"/>
                <w:smallCaps w:val="0"/>
                <w:szCs w:val="24"/>
              </w:rPr>
              <w:t>, Warszawa 1997.</w:t>
            </w:r>
          </w:p>
          <w:p w14:paraId="687695F3" w14:textId="77777777" w:rsidR="001F0797" w:rsidRPr="0070391B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Tworuscha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U. </w:t>
            </w:r>
            <w:proofErr w:type="spellStart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Tworuscha</w:t>
            </w:r>
            <w:proofErr w:type="spellEnd"/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Religie Świata. Historia, doktryna, współczesność</w:t>
            </w:r>
            <w:r w:rsidRPr="00703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2010.</w:t>
            </w:r>
          </w:p>
        </w:tc>
      </w:tr>
      <w:tr w:rsidR="001F0797" w:rsidRPr="0070391B" w14:paraId="188A73BF" w14:textId="77777777" w:rsidTr="0ED7EF86">
        <w:trPr>
          <w:trHeight w:val="397"/>
        </w:trPr>
        <w:tc>
          <w:tcPr>
            <w:tcW w:w="7513" w:type="dxa"/>
          </w:tcPr>
          <w:p w14:paraId="1616B1D9" w14:textId="77777777" w:rsidR="001F0797" w:rsidRDefault="001F0797" w:rsidP="0ED7EF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ED7EF86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C187EF1" w14:textId="1823CF63" w:rsidR="0ED7EF86" w:rsidRDefault="0ED7EF86" w:rsidP="0ED7EF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5D28B5B" w14:textId="77777777" w:rsidR="001F0797" w:rsidRPr="0070391B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391B">
              <w:rPr>
                <w:rFonts w:ascii="Corbel" w:hAnsi="Corbel"/>
                <w:b w:val="0"/>
                <w:smallCaps w:val="0"/>
                <w:szCs w:val="24"/>
              </w:rPr>
              <w:t xml:space="preserve">K. Armstrong, </w:t>
            </w:r>
            <w:r w:rsidRPr="0070391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Spór o Boga. Czym naprawdę jest religia</w:t>
            </w:r>
            <w:r w:rsidRPr="0070391B">
              <w:rPr>
                <w:rFonts w:ascii="Corbel" w:hAnsi="Corbel"/>
                <w:b w:val="0"/>
                <w:smallCaps w:val="0"/>
                <w:szCs w:val="24"/>
              </w:rPr>
              <w:t>, Warszawa 2011</w:t>
            </w:r>
          </w:p>
          <w:p w14:paraId="0C069C0E" w14:textId="77777777" w:rsidR="001F0797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Huntington, 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Zderzenie cywilizacji</w:t>
            </w: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1998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74A2ED71" w14:textId="77777777" w:rsidR="001F0797" w:rsidRPr="0070391B" w:rsidRDefault="001F079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J. Micklethwait, A. Wooldridge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Powrót</w:t>
            </w:r>
            <w:proofErr w:type="spellEnd"/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 Boga. </w:t>
            </w:r>
            <w:r w:rsidRPr="007039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globalne ożywienie wiary zmienia świat</w:t>
            </w:r>
            <w:r w:rsidRPr="007039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2011</w:t>
            </w:r>
          </w:p>
        </w:tc>
      </w:tr>
    </w:tbl>
    <w:p w14:paraId="2DBF0D7D" w14:textId="77777777" w:rsidR="001F0797" w:rsidRPr="0070391B" w:rsidRDefault="001F079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2F1B3" w14:textId="77777777" w:rsidR="001F0797" w:rsidRPr="0070391B" w:rsidRDefault="001F079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1F0797" w:rsidRPr="009C54AE" w:rsidRDefault="001F079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F0797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6E106" w14:textId="77777777" w:rsidR="00EB6985" w:rsidRDefault="00EB6985" w:rsidP="00C16ABF">
      <w:pPr>
        <w:spacing w:after="0" w:line="240" w:lineRule="auto"/>
      </w:pPr>
      <w:r>
        <w:separator/>
      </w:r>
    </w:p>
  </w:endnote>
  <w:endnote w:type="continuationSeparator" w:id="0">
    <w:p w14:paraId="4D7CAECB" w14:textId="77777777" w:rsidR="00EB6985" w:rsidRDefault="00EB69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17353" w14:textId="77777777" w:rsidR="00EB6985" w:rsidRDefault="00EB6985" w:rsidP="00C16ABF">
      <w:pPr>
        <w:spacing w:after="0" w:line="240" w:lineRule="auto"/>
      </w:pPr>
      <w:r>
        <w:separator/>
      </w:r>
    </w:p>
  </w:footnote>
  <w:footnote w:type="continuationSeparator" w:id="0">
    <w:p w14:paraId="42A1B309" w14:textId="77777777" w:rsidR="00EB6985" w:rsidRDefault="00EB698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1F0797" w:rsidRDefault="001F079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856682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1CC"/>
    <w:rsid w:val="00022ECE"/>
    <w:rsid w:val="00042A51"/>
    <w:rsid w:val="00042D2E"/>
    <w:rsid w:val="00044C82"/>
    <w:rsid w:val="00054F4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77C7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03E"/>
    <w:rsid w:val="001F079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5729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0C7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410"/>
    <w:rsid w:val="00491678"/>
    <w:rsid w:val="004968E2"/>
    <w:rsid w:val="004A3EEA"/>
    <w:rsid w:val="004A4D1F"/>
    <w:rsid w:val="004A679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C87"/>
    <w:rsid w:val="005C080F"/>
    <w:rsid w:val="005C55E5"/>
    <w:rsid w:val="005C696A"/>
    <w:rsid w:val="005E6E85"/>
    <w:rsid w:val="005F31D2"/>
    <w:rsid w:val="00605BB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429"/>
    <w:rsid w:val="00696477"/>
    <w:rsid w:val="006D050F"/>
    <w:rsid w:val="006D6139"/>
    <w:rsid w:val="006E5D65"/>
    <w:rsid w:val="006F1282"/>
    <w:rsid w:val="006F1FBC"/>
    <w:rsid w:val="006F31E2"/>
    <w:rsid w:val="007039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BAC"/>
    <w:rsid w:val="00884922"/>
    <w:rsid w:val="00885F64"/>
    <w:rsid w:val="008917F9"/>
    <w:rsid w:val="008A45F7"/>
    <w:rsid w:val="008A7AE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4FC"/>
    <w:rsid w:val="0094569D"/>
    <w:rsid w:val="009508DF"/>
    <w:rsid w:val="00950DAC"/>
    <w:rsid w:val="00954A07"/>
    <w:rsid w:val="00964EB8"/>
    <w:rsid w:val="00997F14"/>
    <w:rsid w:val="009A78D9"/>
    <w:rsid w:val="009C1331"/>
    <w:rsid w:val="009C3E31"/>
    <w:rsid w:val="009C54AE"/>
    <w:rsid w:val="009C788E"/>
    <w:rsid w:val="009E3B41"/>
    <w:rsid w:val="009F27F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96"/>
    <w:rsid w:val="00B3130B"/>
    <w:rsid w:val="00B40ADB"/>
    <w:rsid w:val="00B43B77"/>
    <w:rsid w:val="00B43E80"/>
    <w:rsid w:val="00B607DB"/>
    <w:rsid w:val="00B66529"/>
    <w:rsid w:val="00B70A97"/>
    <w:rsid w:val="00B75946"/>
    <w:rsid w:val="00B76C3F"/>
    <w:rsid w:val="00B8056E"/>
    <w:rsid w:val="00B819C8"/>
    <w:rsid w:val="00B82308"/>
    <w:rsid w:val="00B90885"/>
    <w:rsid w:val="00BB520A"/>
    <w:rsid w:val="00BD3869"/>
    <w:rsid w:val="00BD413A"/>
    <w:rsid w:val="00BD66E9"/>
    <w:rsid w:val="00BD691C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506"/>
    <w:rsid w:val="00C6167C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676"/>
    <w:rsid w:val="00D6318D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EA"/>
    <w:rsid w:val="00E51E44"/>
    <w:rsid w:val="00E63348"/>
    <w:rsid w:val="00E77E88"/>
    <w:rsid w:val="00E80E16"/>
    <w:rsid w:val="00E8107D"/>
    <w:rsid w:val="00E960BB"/>
    <w:rsid w:val="00EA2074"/>
    <w:rsid w:val="00EA4832"/>
    <w:rsid w:val="00EA4E9D"/>
    <w:rsid w:val="00EB6985"/>
    <w:rsid w:val="00EC4899"/>
    <w:rsid w:val="00ED03AB"/>
    <w:rsid w:val="00ED32D2"/>
    <w:rsid w:val="00EE2A2F"/>
    <w:rsid w:val="00EE32DE"/>
    <w:rsid w:val="00EE5457"/>
    <w:rsid w:val="00EF223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F4D646"/>
    <w:rsid w:val="0ED7EF86"/>
    <w:rsid w:val="12BC2F90"/>
    <w:rsid w:val="16E9921B"/>
    <w:rsid w:val="1FDBC83E"/>
    <w:rsid w:val="21476BFF"/>
    <w:rsid w:val="217E8216"/>
    <w:rsid w:val="22FFF4D3"/>
    <w:rsid w:val="286402EA"/>
    <w:rsid w:val="2DCA88D8"/>
    <w:rsid w:val="406FE2E7"/>
    <w:rsid w:val="4748DF5F"/>
    <w:rsid w:val="4B4D2301"/>
    <w:rsid w:val="4CEB1E8E"/>
    <w:rsid w:val="5A0CF93E"/>
    <w:rsid w:val="5B447E9A"/>
    <w:rsid w:val="60C7EAB1"/>
    <w:rsid w:val="7EBDE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7029C"/>
  <w15:docId w15:val="{390E5CC2-08B2-40D7-B98E-8E23F315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789</Words>
  <Characters>4738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10</cp:revision>
  <cp:lastPrinted>2019-02-06T12:12:00Z</cp:lastPrinted>
  <dcterms:created xsi:type="dcterms:W3CDTF">2021-12-08T16:31:00Z</dcterms:created>
  <dcterms:modified xsi:type="dcterms:W3CDTF">2025-11-14T23:30:00Z</dcterms:modified>
</cp:coreProperties>
</file>